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F5" w:rsidRPr="00EB73F5" w:rsidRDefault="00EB73F5" w:rsidP="00EB73F5">
      <w:pPr>
        <w:spacing w:after="0" w:line="240" w:lineRule="auto"/>
        <w:ind w:firstLine="709"/>
        <w:jc w:val="both"/>
      </w:pPr>
    </w:p>
    <w:p w:rsidR="00EB73F5" w:rsidRDefault="007F7C1F" w:rsidP="00EB73F5">
      <w:pPr>
        <w:spacing w:after="0" w:line="240" w:lineRule="auto"/>
        <w:ind w:firstLine="709"/>
        <w:jc w:val="both"/>
      </w:pPr>
      <w:r w:rsidRPr="007F7C1F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471686</wp:posOffset>
            </wp:positionH>
            <wp:positionV relativeFrom="paragraph">
              <wp:posOffset>-2819</wp:posOffset>
            </wp:positionV>
            <wp:extent cx="882193" cy="763097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193" cy="7630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73F5" w:rsidRPr="00BC6645" w:rsidRDefault="00EB73F5" w:rsidP="00EB73F5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СОГЛАСИЕ НА ОБРАБОТКУ ПЕРСОНАЛЬНЫХ ДАННЫХ</w:t>
      </w:r>
    </w:p>
    <w:p w:rsidR="00EB73F5" w:rsidRPr="00BC6645" w:rsidRDefault="00EB73F5" w:rsidP="00EB73F5">
      <w:pPr>
        <w:spacing w:after="0" w:line="240" w:lineRule="auto"/>
        <w:ind w:firstLine="709"/>
        <w:jc w:val="center"/>
        <w:rPr>
          <w:b/>
        </w:rPr>
      </w:pPr>
      <w:r w:rsidRPr="00BC6645">
        <w:rPr>
          <w:b/>
        </w:rPr>
        <w:t>И ПУБЛИКАЦИЮ ТЕЗИСОВ</w:t>
      </w:r>
    </w:p>
    <w:p w:rsidR="00EB73F5" w:rsidRDefault="00EB73F5" w:rsidP="00EB73F5">
      <w:pPr>
        <w:spacing w:after="0" w:line="240" w:lineRule="auto"/>
        <w:ind w:firstLine="709"/>
        <w:jc w:val="center"/>
      </w:pPr>
      <w:r>
        <w:t>(для совершеннолетних лиц)</w:t>
      </w:r>
    </w:p>
    <w:p w:rsidR="00EB73F5" w:rsidRDefault="00EB73F5" w:rsidP="00EB73F5">
      <w:pPr>
        <w:spacing w:after="240" w:line="240" w:lineRule="auto"/>
        <w:ind w:firstLine="709"/>
        <w:jc w:val="both"/>
      </w:pPr>
      <w:r>
        <w:t>Я, ____________________________________________________________________________________, (ФАМИЛИЯ ИМЯ ОТЧЕСТВО)</w:t>
      </w:r>
    </w:p>
    <w:p w:rsidR="00EB73F5" w:rsidRDefault="00EB73F5" w:rsidP="00EB73F5">
      <w:pPr>
        <w:spacing w:after="240" w:line="240" w:lineRule="auto"/>
        <w:jc w:val="both"/>
      </w:pPr>
      <w:r>
        <w:t>проживающи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 xml:space="preserve">) по адресу ___________________________________________________________, </w:t>
      </w:r>
    </w:p>
    <w:p w:rsidR="00EB73F5" w:rsidRDefault="00EB73F5" w:rsidP="00EB73F5">
      <w:pPr>
        <w:spacing w:after="240" w:line="240" w:lineRule="auto"/>
        <w:jc w:val="both"/>
      </w:pPr>
      <w:r>
        <w:t>паспорт серия _______ номер ____________, выданный ____________(ДД.ММ</w:t>
      </w:r>
      <w:proofErr w:type="gramStart"/>
      <w:r>
        <w:t>.Г</w:t>
      </w:r>
      <w:proofErr w:type="gramEnd"/>
      <w:r>
        <w:t>ГГГ)</w:t>
      </w:r>
    </w:p>
    <w:p w:rsidR="00EB73F5" w:rsidRDefault="00EB73F5" w:rsidP="00EB73F5">
      <w:pPr>
        <w:spacing w:after="240" w:line="240" w:lineRule="auto"/>
        <w:jc w:val="both"/>
      </w:pPr>
      <w:r>
        <w:t xml:space="preserve">____________________________________________________________________________________, (КЕМ </w:t>
      </w:r>
      <w:proofErr w:type="gramStart"/>
      <w:r>
        <w:t>ВЫДАН</w:t>
      </w:r>
      <w:proofErr w:type="gramEnd"/>
      <w:r>
        <w:t>)</w:t>
      </w:r>
    </w:p>
    <w:p w:rsidR="00EB73F5" w:rsidRDefault="00EB73F5" w:rsidP="00EB73F5">
      <w:pPr>
        <w:spacing w:after="0" w:line="240" w:lineRule="auto"/>
        <w:jc w:val="both"/>
      </w:pPr>
      <w:r>
        <w:t xml:space="preserve">являясь совершеннолетним лицом, в целях участия в </w:t>
      </w:r>
      <w:r w:rsidRPr="00BD0DBF">
        <w:rPr>
          <w:b/>
        </w:rPr>
        <w:t>Открытой научно-практической конференции-конкурсе обучающихся «Электронная Россия: выбор молодых</w:t>
      </w:r>
      <w:r w:rsidR="007F7C1F">
        <w:rPr>
          <w:b/>
        </w:rPr>
        <w:t>-2018</w:t>
      </w:r>
      <w:r w:rsidRPr="00BD0DBF">
        <w:rPr>
          <w:b/>
        </w:rPr>
        <w:t>»</w:t>
      </w:r>
      <w:r>
        <w:t xml:space="preserve"> (далее – ЭРВМ</w:t>
      </w:r>
      <w:r w:rsidRPr="00BC6645">
        <w:t xml:space="preserve">) </w:t>
      </w:r>
      <w:r>
        <w:t xml:space="preserve">даю согласие ГБОУ </w:t>
      </w:r>
      <w:r w:rsidR="007F7C1F">
        <w:t>«Школа</w:t>
      </w:r>
      <w:r>
        <w:t xml:space="preserve"> №1533 (</w:t>
      </w:r>
      <w:r w:rsidR="007F7C1F">
        <w:t>ЛИТ</w:t>
      </w:r>
      <w:r>
        <w:t>)</w:t>
      </w:r>
      <w:r w:rsidR="007F7C1F">
        <w:t>»</w:t>
      </w:r>
      <w:r>
        <w:t xml:space="preserve"> (119296, г. Москва, Ломоносовский проспект, д.</w:t>
      </w:r>
      <w:r w:rsidR="007F7C1F">
        <w:t> </w:t>
      </w:r>
      <w:r>
        <w:t>16, оргкомитет ЭРВМ) на обработку своих персональных данных, включая сбор, хранение, обработку, использование, распространение (передачу) и публикацию своих персональных данных (фамилии, имени, отчества, названия общеобразовательного учреждения, а также тезисов моей работы), в том числе в сети Интернет, а также с использованием средств автоматизации, в течение 1 года с момента подачи данного согласия. Мое согласие может быть отозвано на основании личного заявления в письменной форме в адрес оргкомитета до момента истечения согласия.</w:t>
      </w:r>
    </w:p>
    <w:p w:rsidR="00EB73F5" w:rsidRDefault="00EB73F5" w:rsidP="00EB73F5">
      <w:pPr>
        <w:spacing w:after="0" w:line="240" w:lineRule="auto"/>
        <w:ind w:firstLine="709"/>
        <w:jc w:val="both"/>
      </w:pPr>
    </w:p>
    <w:p w:rsidR="00F822EB" w:rsidRPr="00DD05F6" w:rsidRDefault="00F822EB" w:rsidP="00F822EB">
      <w:pPr>
        <w:spacing w:after="0" w:line="240" w:lineRule="auto"/>
        <w:ind w:firstLine="709"/>
        <w:jc w:val="both"/>
        <w:rPr>
          <w:lang w:val="en-US"/>
        </w:rPr>
      </w:pPr>
      <w:r>
        <w:t>_______________________ __________________________ (ДД.ММ</w:t>
      </w:r>
      <w:proofErr w:type="gramStart"/>
      <w:r>
        <w:t>.Г</w:t>
      </w:r>
      <w:proofErr w:type="gramEnd"/>
      <w:r>
        <w:t>ГГГ</w:t>
      </w:r>
      <w:r>
        <w:rPr>
          <w:lang w:val="en-US"/>
        </w:rPr>
        <w:t xml:space="preserve">, </w:t>
      </w:r>
      <w:r>
        <w:t>ПОДПИСЬ</w:t>
      </w:r>
      <w:r>
        <w:rPr>
          <w:lang w:val="en-US"/>
        </w:rPr>
        <w:t>)</w:t>
      </w:r>
    </w:p>
    <w:p w:rsidR="00EB73F5" w:rsidRDefault="00EB73F5" w:rsidP="00EB73F5">
      <w:pPr>
        <w:spacing w:after="0" w:line="240" w:lineRule="auto"/>
        <w:ind w:firstLine="709"/>
        <w:jc w:val="both"/>
      </w:pPr>
    </w:p>
    <w:p w:rsidR="008B32A5" w:rsidRDefault="008B32A5" w:rsidP="00E40B0D">
      <w:pPr>
        <w:spacing w:after="0" w:line="240" w:lineRule="auto"/>
        <w:ind w:firstLine="709"/>
        <w:jc w:val="both"/>
      </w:pPr>
    </w:p>
    <w:p w:rsidR="00E40B0D" w:rsidRDefault="00BD0DBF" w:rsidP="00BD0DBF">
      <w:pPr>
        <w:tabs>
          <w:tab w:val="left" w:pos="7578"/>
        </w:tabs>
        <w:spacing w:after="0" w:line="240" w:lineRule="auto"/>
        <w:ind w:firstLine="709"/>
        <w:jc w:val="both"/>
      </w:pPr>
      <w:r>
        <w:tab/>
      </w:r>
    </w:p>
    <w:p w:rsidR="00E40B0D" w:rsidRDefault="00E40B0D" w:rsidP="00E40B0D">
      <w:pPr>
        <w:spacing w:after="0" w:line="240" w:lineRule="auto"/>
        <w:ind w:firstLine="709"/>
        <w:jc w:val="both"/>
      </w:pPr>
    </w:p>
    <w:p w:rsidR="00E40B0D" w:rsidRDefault="00E40B0D" w:rsidP="00E40B0D">
      <w:pPr>
        <w:spacing w:after="0" w:line="240" w:lineRule="auto"/>
        <w:ind w:firstLine="709"/>
        <w:jc w:val="both"/>
      </w:pPr>
    </w:p>
    <w:sectPr w:rsidR="00E40B0D" w:rsidSect="008B32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attachedTemplate r:id="rId1"/>
  <w:defaultTabStop w:val="708"/>
  <w:characterSpacingControl w:val="doNotCompress"/>
  <w:compat>
    <w:useFELayout/>
  </w:compat>
  <w:rsids>
    <w:rsidRoot w:val="00EB73F5"/>
    <w:rsid w:val="000029F2"/>
    <w:rsid w:val="00002AAA"/>
    <w:rsid w:val="00010E2C"/>
    <w:rsid w:val="00014BEB"/>
    <w:rsid w:val="00017106"/>
    <w:rsid w:val="00017D9A"/>
    <w:rsid w:val="00025883"/>
    <w:rsid w:val="000273F5"/>
    <w:rsid w:val="00032038"/>
    <w:rsid w:val="000368AE"/>
    <w:rsid w:val="00045457"/>
    <w:rsid w:val="00046491"/>
    <w:rsid w:val="00046CC7"/>
    <w:rsid w:val="000567C8"/>
    <w:rsid w:val="000623CC"/>
    <w:rsid w:val="000704C7"/>
    <w:rsid w:val="00072F1F"/>
    <w:rsid w:val="0007582B"/>
    <w:rsid w:val="000819C3"/>
    <w:rsid w:val="00082DD3"/>
    <w:rsid w:val="00092C6E"/>
    <w:rsid w:val="000933F1"/>
    <w:rsid w:val="00094C96"/>
    <w:rsid w:val="000A35A7"/>
    <w:rsid w:val="000A3A06"/>
    <w:rsid w:val="000A4DF3"/>
    <w:rsid w:val="000A4EE4"/>
    <w:rsid w:val="000A7DAB"/>
    <w:rsid w:val="000B1EB4"/>
    <w:rsid w:val="000B47D0"/>
    <w:rsid w:val="000B770B"/>
    <w:rsid w:val="000C6DE8"/>
    <w:rsid w:val="000C7046"/>
    <w:rsid w:val="000D1C85"/>
    <w:rsid w:val="000D2058"/>
    <w:rsid w:val="000E1657"/>
    <w:rsid w:val="000F2189"/>
    <w:rsid w:val="000F225A"/>
    <w:rsid w:val="000F54FB"/>
    <w:rsid w:val="000F569A"/>
    <w:rsid w:val="000F7453"/>
    <w:rsid w:val="00104CE8"/>
    <w:rsid w:val="00107563"/>
    <w:rsid w:val="00107B95"/>
    <w:rsid w:val="00110258"/>
    <w:rsid w:val="001143C7"/>
    <w:rsid w:val="00117F3C"/>
    <w:rsid w:val="00120F46"/>
    <w:rsid w:val="00124805"/>
    <w:rsid w:val="0012521A"/>
    <w:rsid w:val="00125908"/>
    <w:rsid w:val="00127B2E"/>
    <w:rsid w:val="00127BCB"/>
    <w:rsid w:val="00135EB0"/>
    <w:rsid w:val="001376B1"/>
    <w:rsid w:val="0014547C"/>
    <w:rsid w:val="0015064D"/>
    <w:rsid w:val="001569B8"/>
    <w:rsid w:val="001600EE"/>
    <w:rsid w:val="0016148B"/>
    <w:rsid w:val="0016529B"/>
    <w:rsid w:val="00167360"/>
    <w:rsid w:val="001710E1"/>
    <w:rsid w:val="00171324"/>
    <w:rsid w:val="00172576"/>
    <w:rsid w:val="00175F2F"/>
    <w:rsid w:val="00180C29"/>
    <w:rsid w:val="001839AA"/>
    <w:rsid w:val="00184165"/>
    <w:rsid w:val="00187401"/>
    <w:rsid w:val="001902FC"/>
    <w:rsid w:val="00190DBA"/>
    <w:rsid w:val="00192D92"/>
    <w:rsid w:val="00195DB9"/>
    <w:rsid w:val="001A0C91"/>
    <w:rsid w:val="001A3500"/>
    <w:rsid w:val="001A37AF"/>
    <w:rsid w:val="001C172B"/>
    <w:rsid w:val="001C3253"/>
    <w:rsid w:val="001C4BE8"/>
    <w:rsid w:val="001C5C62"/>
    <w:rsid w:val="001D2659"/>
    <w:rsid w:val="001D3F4C"/>
    <w:rsid w:val="001E23E6"/>
    <w:rsid w:val="001E2E2B"/>
    <w:rsid w:val="001E309E"/>
    <w:rsid w:val="001E7C8F"/>
    <w:rsid w:val="001F0E61"/>
    <w:rsid w:val="001F4980"/>
    <w:rsid w:val="001F63BB"/>
    <w:rsid w:val="002009C6"/>
    <w:rsid w:val="002011EC"/>
    <w:rsid w:val="00220F7C"/>
    <w:rsid w:val="002311B2"/>
    <w:rsid w:val="0023286A"/>
    <w:rsid w:val="0023542F"/>
    <w:rsid w:val="0023632A"/>
    <w:rsid w:val="00242AE0"/>
    <w:rsid w:val="00244085"/>
    <w:rsid w:val="0024452D"/>
    <w:rsid w:val="0025235F"/>
    <w:rsid w:val="0025412E"/>
    <w:rsid w:val="00257891"/>
    <w:rsid w:val="00260217"/>
    <w:rsid w:val="00260B02"/>
    <w:rsid w:val="0026365D"/>
    <w:rsid w:val="0026635B"/>
    <w:rsid w:val="00266657"/>
    <w:rsid w:val="002668B0"/>
    <w:rsid w:val="0027066B"/>
    <w:rsid w:val="002767D7"/>
    <w:rsid w:val="00285620"/>
    <w:rsid w:val="002856BE"/>
    <w:rsid w:val="0029032B"/>
    <w:rsid w:val="002958BF"/>
    <w:rsid w:val="002A46C1"/>
    <w:rsid w:val="002A5180"/>
    <w:rsid w:val="002A65BC"/>
    <w:rsid w:val="002B52BF"/>
    <w:rsid w:val="002C1A6A"/>
    <w:rsid w:val="002C385F"/>
    <w:rsid w:val="002D1357"/>
    <w:rsid w:val="002D2F60"/>
    <w:rsid w:val="002F2FFA"/>
    <w:rsid w:val="002F64A6"/>
    <w:rsid w:val="0030275D"/>
    <w:rsid w:val="00311D2D"/>
    <w:rsid w:val="00313E37"/>
    <w:rsid w:val="00314798"/>
    <w:rsid w:val="00315ED7"/>
    <w:rsid w:val="003210EA"/>
    <w:rsid w:val="003246BE"/>
    <w:rsid w:val="00324806"/>
    <w:rsid w:val="00327C8C"/>
    <w:rsid w:val="003364F3"/>
    <w:rsid w:val="00354763"/>
    <w:rsid w:val="00356264"/>
    <w:rsid w:val="0035783F"/>
    <w:rsid w:val="00360186"/>
    <w:rsid w:val="003610A2"/>
    <w:rsid w:val="00365B4F"/>
    <w:rsid w:val="00367C45"/>
    <w:rsid w:val="00376C52"/>
    <w:rsid w:val="003866FC"/>
    <w:rsid w:val="00386836"/>
    <w:rsid w:val="0039615A"/>
    <w:rsid w:val="003B0066"/>
    <w:rsid w:val="003B1214"/>
    <w:rsid w:val="003C2B10"/>
    <w:rsid w:val="003D2061"/>
    <w:rsid w:val="003D642B"/>
    <w:rsid w:val="003E0381"/>
    <w:rsid w:val="003E0C78"/>
    <w:rsid w:val="003E452D"/>
    <w:rsid w:val="003F04CC"/>
    <w:rsid w:val="004109D4"/>
    <w:rsid w:val="00411E87"/>
    <w:rsid w:val="0042071F"/>
    <w:rsid w:val="0042441F"/>
    <w:rsid w:val="00427CA6"/>
    <w:rsid w:val="00431B1B"/>
    <w:rsid w:val="00432BFA"/>
    <w:rsid w:val="004373BF"/>
    <w:rsid w:val="00446261"/>
    <w:rsid w:val="00446B44"/>
    <w:rsid w:val="00447AB3"/>
    <w:rsid w:val="00450402"/>
    <w:rsid w:val="00451077"/>
    <w:rsid w:val="00451B21"/>
    <w:rsid w:val="004542C6"/>
    <w:rsid w:val="0046324F"/>
    <w:rsid w:val="004649FD"/>
    <w:rsid w:val="00467801"/>
    <w:rsid w:val="0047611D"/>
    <w:rsid w:val="00476EF1"/>
    <w:rsid w:val="00477DB6"/>
    <w:rsid w:val="00477E48"/>
    <w:rsid w:val="0048601F"/>
    <w:rsid w:val="00496D06"/>
    <w:rsid w:val="0049774C"/>
    <w:rsid w:val="004A1E8B"/>
    <w:rsid w:val="004A3348"/>
    <w:rsid w:val="004A7075"/>
    <w:rsid w:val="004B2819"/>
    <w:rsid w:val="004B40F1"/>
    <w:rsid w:val="004C5F7A"/>
    <w:rsid w:val="004C64F3"/>
    <w:rsid w:val="004D2229"/>
    <w:rsid w:val="004D410F"/>
    <w:rsid w:val="004D4F65"/>
    <w:rsid w:val="004D658B"/>
    <w:rsid w:val="004D6609"/>
    <w:rsid w:val="004D682A"/>
    <w:rsid w:val="004D6A9F"/>
    <w:rsid w:val="004D6E38"/>
    <w:rsid w:val="004F30F2"/>
    <w:rsid w:val="004F4A8E"/>
    <w:rsid w:val="004F53DE"/>
    <w:rsid w:val="004F6789"/>
    <w:rsid w:val="004F7D18"/>
    <w:rsid w:val="00501956"/>
    <w:rsid w:val="0050708A"/>
    <w:rsid w:val="005171A7"/>
    <w:rsid w:val="00521383"/>
    <w:rsid w:val="00521D39"/>
    <w:rsid w:val="00522CEC"/>
    <w:rsid w:val="00525F02"/>
    <w:rsid w:val="00527773"/>
    <w:rsid w:val="00533140"/>
    <w:rsid w:val="00536B20"/>
    <w:rsid w:val="005430E3"/>
    <w:rsid w:val="00547754"/>
    <w:rsid w:val="00551CEE"/>
    <w:rsid w:val="00556FED"/>
    <w:rsid w:val="00557399"/>
    <w:rsid w:val="005630A1"/>
    <w:rsid w:val="00563F1A"/>
    <w:rsid w:val="00564F26"/>
    <w:rsid w:val="00565FB1"/>
    <w:rsid w:val="00567B07"/>
    <w:rsid w:val="0057088B"/>
    <w:rsid w:val="00570D9A"/>
    <w:rsid w:val="00574A21"/>
    <w:rsid w:val="00575BDF"/>
    <w:rsid w:val="005877F5"/>
    <w:rsid w:val="00591DBE"/>
    <w:rsid w:val="00595B28"/>
    <w:rsid w:val="00597F2F"/>
    <w:rsid w:val="005C2724"/>
    <w:rsid w:val="005D7925"/>
    <w:rsid w:val="005E1C31"/>
    <w:rsid w:val="005E3ACF"/>
    <w:rsid w:val="005E5346"/>
    <w:rsid w:val="005E6BF5"/>
    <w:rsid w:val="005E6E3D"/>
    <w:rsid w:val="005E7F68"/>
    <w:rsid w:val="005F492A"/>
    <w:rsid w:val="005F5BE0"/>
    <w:rsid w:val="00603A1D"/>
    <w:rsid w:val="00610D46"/>
    <w:rsid w:val="00617485"/>
    <w:rsid w:val="006212F2"/>
    <w:rsid w:val="00626EAF"/>
    <w:rsid w:val="00643D84"/>
    <w:rsid w:val="00646D0B"/>
    <w:rsid w:val="00653260"/>
    <w:rsid w:val="00665FCB"/>
    <w:rsid w:val="00667FFE"/>
    <w:rsid w:val="00674CCE"/>
    <w:rsid w:val="00675A6B"/>
    <w:rsid w:val="00677F7A"/>
    <w:rsid w:val="006841FF"/>
    <w:rsid w:val="00684C80"/>
    <w:rsid w:val="00690828"/>
    <w:rsid w:val="006916C3"/>
    <w:rsid w:val="006935D0"/>
    <w:rsid w:val="00694AF2"/>
    <w:rsid w:val="006A6518"/>
    <w:rsid w:val="006A7844"/>
    <w:rsid w:val="006B0204"/>
    <w:rsid w:val="006B1A88"/>
    <w:rsid w:val="006B2840"/>
    <w:rsid w:val="006B2977"/>
    <w:rsid w:val="006B3D2A"/>
    <w:rsid w:val="006B409B"/>
    <w:rsid w:val="006B506A"/>
    <w:rsid w:val="006C7DCC"/>
    <w:rsid w:val="006D0EB3"/>
    <w:rsid w:val="006D7383"/>
    <w:rsid w:val="006F44EC"/>
    <w:rsid w:val="006F51B0"/>
    <w:rsid w:val="006F7CE8"/>
    <w:rsid w:val="0070368F"/>
    <w:rsid w:val="00712D99"/>
    <w:rsid w:val="00716204"/>
    <w:rsid w:val="007162FC"/>
    <w:rsid w:val="00724B0D"/>
    <w:rsid w:val="00727E4A"/>
    <w:rsid w:val="00731D51"/>
    <w:rsid w:val="00737491"/>
    <w:rsid w:val="007440F4"/>
    <w:rsid w:val="00745158"/>
    <w:rsid w:val="007460F0"/>
    <w:rsid w:val="0074721E"/>
    <w:rsid w:val="0075221A"/>
    <w:rsid w:val="00755A9E"/>
    <w:rsid w:val="00772145"/>
    <w:rsid w:val="00772895"/>
    <w:rsid w:val="00783AB0"/>
    <w:rsid w:val="00784595"/>
    <w:rsid w:val="00786DEF"/>
    <w:rsid w:val="0079070F"/>
    <w:rsid w:val="00793DF1"/>
    <w:rsid w:val="007B0078"/>
    <w:rsid w:val="007B1BE2"/>
    <w:rsid w:val="007B5F7E"/>
    <w:rsid w:val="007B77E3"/>
    <w:rsid w:val="007C4005"/>
    <w:rsid w:val="007C7A7C"/>
    <w:rsid w:val="007D00B6"/>
    <w:rsid w:val="007D19CF"/>
    <w:rsid w:val="007D4C81"/>
    <w:rsid w:val="007D7C69"/>
    <w:rsid w:val="007D7D71"/>
    <w:rsid w:val="007F12D1"/>
    <w:rsid w:val="007F1A8D"/>
    <w:rsid w:val="007F54A6"/>
    <w:rsid w:val="007F7C1F"/>
    <w:rsid w:val="007F7C2C"/>
    <w:rsid w:val="00804892"/>
    <w:rsid w:val="00804EE4"/>
    <w:rsid w:val="00811CFF"/>
    <w:rsid w:val="00816CD7"/>
    <w:rsid w:val="00821B32"/>
    <w:rsid w:val="008221DE"/>
    <w:rsid w:val="00830B1A"/>
    <w:rsid w:val="008408A6"/>
    <w:rsid w:val="00841DF1"/>
    <w:rsid w:val="00851595"/>
    <w:rsid w:val="00852292"/>
    <w:rsid w:val="00863936"/>
    <w:rsid w:val="008659C2"/>
    <w:rsid w:val="00875258"/>
    <w:rsid w:val="0088273B"/>
    <w:rsid w:val="00891767"/>
    <w:rsid w:val="00893318"/>
    <w:rsid w:val="008946B6"/>
    <w:rsid w:val="00895045"/>
    <w:rsid w:val="0089557B"/>
    <w:rsid w:val="00897D20"/>
    <w:rsid w:val="008A08E5"/>
    <w:rsid w:val="008A2F67"/>
    <w:rsid w:val="008A306D"/>
    <w:rsid w:val="008B1ED6"/>
    <w:rsid w:val="008B32A5"/>
    <w:rsid w:val="008C7151"/>
    <w:rsid w:val="008D0AFB"/>
    <w:rsid w:val="008D46B4"/>
    <w:rsid w:val="008E0E23"/>
    <w:rsid w:val="008F1DC8"/>
    <w:rsid w:val="008F6BAB"/>
    <w:rsid w:val="008F7456"/>
    <w:rsid w:val="00903B48"/>
    <w:rsid w:val="00907E65"/>
    <w:rsid w:val="00911DB3"/>
    <w:rsid w:val="009137F2"/>
    <w:rsid w:val="0091432F"/>
    <w:rsid w:val="00921F53"/>
    <w:rsid w:val="00926B10"/>
    <w:rsid w:val="00931B3E"/>
    <w:rsid w:val="009442A3"/>
    <w:rsid w:val="009451FC"/>
    <w:rsid w:val="00950D7E"/>
    <w:rsid w:val="00950F33"/>
    <w:rsid w:val="00951013"/>
    <w:rsid w:val="00953092"/>
    <w:rsid w:val="009565B9"/>
    <w:rsid w:val="00956888"/>
    <w:rsid w:val="0095690F"/>
    <w:rsid w:val="00961760"/>
    <w:rsid w:val="00962778"/>
    <w:rsid w:val="0096550B"/>
    <w:rsid w:val="0096701A"/>
    <w:rsid w:val="00967C8C"/>
    <w:rsid w:val="00970196"/>
    <w:rsid w:val="00971D2D"/>
    <w:rsid w:val="0097362A"/>
    <w:rsid w:val="00973664"/>
    <w:rsid w:val="00980B82"/>
    <w:rsid w:val="009814C3"/>
    <w:rsid w:val="009921AA"/>
    <w:rsid w:val="009A327C"/>
    <w:rsid w:val="009A6D04"/>
    <w:rsid w:val="009C325C"/>
    <w:rsid w:val="009C42B9"/>
    <w:rsid w:val="009D32ED"/>
    <w:rsid w:val="009F01FD"/>
    <w:rsid w:val="009F6945"/>
    <w:rsid w:val="00A00EEB"/>
    <w:rsid w:val="00A00FCD"/>
    <w:rsid w:val="00A01135"/>
    <w:rsid w:val="00A05D06"/>
    <w:rsid w:val="00A06313"/>
    <w:rsid w:val="00A1267F"/>
    <w:rsid w:val="00A13130"/>
    <w:rsid w:val="00A21471"/>
    <w:rsid w:val="00A32C6B"/>
    <w:rsid w:val="00A34661"/>
    <w:rsid w:val="00A357BC"/>
    <w:rsid w:val="00A37671"/>
    <w:rsid w:val="00A37E04"/>
    <w:rsid w:val="00A402D8"/>
    <w:rsid w:val="00A444EC"/>
    <w:rsid w:val="00A45939"/>
    <w:rsid w:val="00A51757"/>
    <w:rsid w:val="00A5674A"/>
    <w:rsid w:val="00A62348"/>
    <w:rsid w:val="00A64325"/>
    <w:rsid w:val="00A6597E"/>
    <w:rsid w:val="00A66E0C"/>
    <w:rsid w:val="00A66FD9"/>
    <w:rsid w:val="00A70D1C"/>
    <w:rsid w:val="00A716A7"/>
    <w:rsid w:val="00A84784"/>
    <w:rsid w:val="00A87974"/>
    <w:rsid w:val="00A93E8F"/>
    <w:rsid w:val="00A97022"/>
    <w:rsid w:val="00AA13D0"/>
    <w:rsid w:val="00AA2258"/>
    <w:rsid w:val="00AA56FE"/>
    <w:rsid w:val="00AA65DC"/>
    <w:rsid w:val="00AC1D1E"/>
    <w:rsid w:val="00AC476D"/>
    <w:rsid w:val="00AC5BAC"/>
    <w:rsid w:val="00AC7D64"/>
    <w:rsid w:val="00AD359A"/>
    <w:rsid w:val="00AD7ED2"/>
    <w:rsid w:val="00AE404B"/>
    <w:rsid w:val="00AF129E"/>
    <w:rsid w:val="00AF31ED"/>
    <w:rsid w:val="00AF3C7C"/>
    <w:rsid w:val="00AF5884"/>
    <w:rsid w:val="00B04DA9"/>
    <w:rsid w:val="00B16340"/>
    <w:rsid w:val="00B237E0"/>
    <w:rsid w:val="00B302D2"/>
    <w:rsid w:val="00B3094B"/>
    <w:rsid w:val="00B32810"/>
    <w:rsid w:val="00B33A68"/>
    <w:rsid w:val="00B404A8"/>
    <w:rsid w:val="00B431C0"/>
    <w:rsid w:val="00B437BE"/>
    <w:rsid w:val="00B55BF2"/>
    <w:rsid w:val="00B603F2"/>
    <w:rsid w:val="00B67097"/>
    <w:rsid w:val="00B70637"/>
    <w:rsid w:val="00B7235F"/>
    <w:rsid w:val="00B769DA"/>
    <w:rsid w:val="00B804EE"/>
    <w:rsid w:val="00B8050D"/>
    <w:rsid w:val="00B80A02"/>
    <w:rsid w:val="00B944C8"/>
    <w:rsid w:val="00BA6888"/>
    <w:rsid w:val="00BB46B7"/>
    <w:rsid w:val="00BB6D9C"/>
    <w:rsid w:val="00BC36FB"/>
    <w:rsid w:val="00BC620C"/>
    <w:rsid w:val="00BD0DBF"/>
    <w:rsid w:val="00BD1EFE"/>
    <w:rsid w:val="00BE07DC"/>
    <w:rsid w:val="00BE4E02"/>
    <w:rsid w:val="00BE7B35"/>
    <w:rsid w:val="00BF3E11"/>
    <w:rsid w:val="00BF4524"/>
    <w:rsid w:val="00BF4722"/>
    <w:rsid w:val="00BF4AD5"/>
    <w:rsid w:val="00BF6628"/>
    <w:rsid w:val="00C039C6"/>
    <w:rsid w:val="00C03D58"/>
    <w:rsid w:val="00C0574A"/>
    <w:rsid w:val="00C1397F"/>
    <w:rsid w:val="00C16AB9"/>
    <w:rsid w:val="00C21CF6"/>
    <w:rsid w:val="00C23998"/>
    <w:rsid w:val="00C253E5"/>
    <w:rsid w:val="00C363BC"/>
    <w:rsid w:val="00C37A33"/>
    <w:rsid w:val="00C572B4"/>
    <w:rsid w:val="00C74204"/>
    <w:rsid w:val="00C76993"/>
    <w:rsid w:val="00C772D4"/>
    <w:rsid w:val="00C96A60"/>
    <w:rsid w:val="00CA69CA"/>
    <w:rsid w:val="00CB0F11"/>
    <w:rsid w:val="00CB2D62"/>
    <w:rsid w:val="00CC2518"/>
    <w:rsid w:val="00CC2C8F"/>
    <w:rsid w:val="00CC3211"/>
    <w:rsid w:val="00CC32C3"/>
    <w:rsid w:val="00CC3420"/>
    <w:rsid w:val="00CC6005"/>
    <w:rsid w:val="00CD0B1A"/>
    <w:rsid w:val="00CD73CE"/>
    <w:rsid w:val="00CD7407"/>
    <w:rsid w:val="00CF0669"/>
    <w:rsid w:val="00CF1729"/>
    <w:rsid w:val="00CF1E65"/>
    <w:rsid w:val="00CF419F"/>
    <w:rsid w:val="00CF7263"/>
    <w:rsid w:val="00D03406"/>
    <w:rsid w:val="00D03DCB"/>
    <w:rsid w:val="00D07A38"/>
    <w:rsid w:val="00D20923"/>
    <w:rsid w:val="00D43492"/>
    <w:rsid w:val="00D46D98"/>
    <w:rsid w:val="00D613E4"/>
    <w:rsid w:val="00D615F3"/>
    <w:rsid w:val="00D727A6"/>
    <w:rsid w:val="00D76035"/>
    <w:rsid w:val="00D76854"/>
    <w:rsid w:val="00D83323"/>
    <w:rsid w:val="00D87CD5"/>
    <w:rsid w:val="00D908B4"/>
    <w:rsid w:val="00D9337C"/>
    <w:rsid w:val="00DA3976"/>
    <w:rsid w:val="00DA58FB"/>
    <w:rsid w:val="00DC7EAE"/>
    <w:rsid w:val="00DD4993"/>
    <w:rsid w:val="00DD6FCB"/>
    <w:rsid w:val="00DF72CB"/>
    <w:rsid w:val="00E007BF"/>
    <w:rsid w:val="00E01626"/>
    <w:rsid w:val="00E03ABD"/>
    <w:rsid w:val="00E04C40"/>
    <w:rsid w:val="00E05304"/>
    <w:rsid w:val="00E20F85"/>
    <w:rsid w:val="00E23434"/>
    <w:rsid w:val="00E26D32"/>
    <w:rsid w:val="00E27DBA"/>
    <w:rsid w:val="00E406C3"/>
    <w:rsid w:val="00E40B0D"/>
    <w:rsid w:val="00E4125E"/>
    <w:rsid w:val="00E42665"/>
    <w:rsid w:val="00E43F45"/>
    <w:rsid w:val="00E47185"/>
    <w:rsid w:val="00E528E6"/>
    <w:rsid w:val="00E53FFE"/>
    <w:rsid w:val="00E60C48"/>
    <w:rsid w:val="00E641AF"/>
    <w:rsid w:val="00E65D11"/>
    <w:rsid w:val="00E7497A"/>
    <w:rsid w:val="00E74CBE"/>
    <w:rsid w:val="00E74FBE"/>
    <w:rsid w:val="00E83BEA"/>
    <w:rsid w:val="00E8571E"/>
    <w:rsid w:val="00E87AA3"/>
    <w:rsid w:val="00E87E6F"/>
    <w:rsid w:val="00E913E6"/>
    <w:rsid w:val="00E91C80"/>
    <w:rsid w:val="00E9476B"/>
    <w:rsid w:val="00E94B0B"/>
    <w:rsid w:val="00E94D4B"/>
    <w:rsid w:val="00E968C9"/>
    <w:rsid w:val="00EA4DDD"/>
    <w:rsid w:val="00EB73F5"/>
    <w:rsid w:val="00EC2845"/>
    <w:rsid w:val="00EC4448"/>
    <w:rsid w:val="00ED1A12"/>
    <w:rsid w:val="00EE1F40"/>
    <w:rsid w:val="00EE2F53"/>
    <w:rsid w:val="00EF14A8"/>
    <w:rsid w:val="00EF1CE7"/>
    <w:rsid w:val="00F111BC"/>
    <w:rsid w:val="00F11425"/>
    <w:rsid w:val="00F1364D"/>
    <w:rsid w:val="00F2226D"/>
    <w:rsid w:val="00F3115F"/>
    <w:rsid w:val="00F40FAF"/>
    <w:rsid w:val="00F436BA"/>
    <w:rsid w:val="00F46644"/>
    <w:rsid w:val="00F469A4"/>
    <w:rsid w:val="00F4781A"/>
    <w:rsid w:val="00F62DB7"/>
    <w:rsid w:val="00F661D6"/>
    <w:rsid w:val="00F756EE"/>
    <w:rsid w:val="00F822EB"/>
    <w:rsid w:val="00F83591"/>
    <w:rsid w:val="00F83779"/>
    <w:rsid w:val="00FA188B"/>
    <w:rsid w:val="00FB17C2"/>
    <w:rsid w:val="00FB1EDB"/>
    <w:rsid w:val="00FB63CB"/>
    <w:rsid w:val="00FB6F4B"/>
    <w:rsid w:val="00FC6CF9"/>
    <w:rsid w:val="00FC7353"/>
    <w:rsid w:val="00FC7E65"/>
    <w:rsid w:val="00FD0CBB"/>
    <w:rsid w:val="00FD1086"/>
    <w:rsid w:val="00FD3068"/>
    <w:rsid w:val="00FD347B"/>
    <w:rsid w:val="00FD4831"/>
    <w:rsid w:val="00FD662C"/>
    <w:rsid w:val="00FE0968"/>
    <w:rsid w:val="00FE2271"/>
    <w:rsid w:val="00FF038B"/>
    <w:rsid w:val="00FF0AD9"/>
    <w:rsid w:val="00FF3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3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69;&#1082;&#1086;&#1085;&#1086;&#1084;&#1085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Экономный</Template>
  <TotalTime>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alexander.giglavy</cp:lastModifiedBy>
  <cp:revision>2</cp:revision>
  <dcterms:created xsi:type="dcterms:W3CDTF">2018-02-14T14:10:00Z</dcterms:created>
  <dcterms:modified xsi:type="dcterms:W3CDTF">2018-02-14T14:10:00Z</dcterms:modified>
</cp:coreProperties>
</file>